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4066" w:type="dxa"/>
        <w:tblInd w:w="-346" w:type="dxa"/>
        <w:tblLayout w:type="fixed"/>
        <w:tblCellMar>
          <w:top w:w="14" w:type="dxa"/>
          <w:left w:w="14" w:type="dxa"/>
          <w:bottom w:w="14" w:type="dxa"/>
          <w:right w:w="14" w:type="dxa"/>
        </w:tblCellMar>
        <w:tblLook w:val="0000"/>
      </w:tblPr>
      <w:tblGrid>
        <w:gridCol w:w="1967"/>
        <w:gridCol w:w="17"/>
        <w:gridCol w:w="679"/>
        <w:gridCol w:w="763"/>
        <w:gridCol w:w="296"/>
        <w:gridCol w:w="306"/>
        <w:gridCol w:w="324"/>
        <w:gridCol w:w="306"/>
        <w:gridCol w:w="346"/>
        <w:gridCol w:w="2314"/>
        <w:gridCol w:w="242"/>
        <w:gridCol w:w="360"/>
        <w:gridCol w:w="450"/>
        <w:gridCol w:w="450"/>
        <w:gridCol w:w="212"/>
        <w:gridCol w:w="202"/>
        <w:gridCol w:w="359"/>
        <w:gridCol w:w="211"/>
        <w:gridCol w:w="1539"/>
        <w:gridCol w:w="537"/>
        <w:gridCol w:w="450"/>
        <w:gridCol w:w="560"/>
        <w:gridCol w:w="880"/>
        <w:gridCol w:w="383"/>
        <w:gridCol w:w="106"/>
        <w:gridCol w:w="51"/>
        <w:gridCol w:w="7"/>
        <w:gridCol w:w="173"/>
        <w:gridCol w:w="270"/>
        <w:gridCol w:w="450"/>
        <w:gridCol w:w="4428"/>
        <w:gridCol w:w="4428"/>
      </w:tblGrid>
      <w:tr w:rsidR="00D8109C" w:rsidRPr="00EF3810" w:rsidTr="007133B8">
        <w:trPr>
          <w:gridAfter w:val="2"/>
          <w:wAfter w:w="8856" w:type="dxa"/>
          <w:trHeight w:hRule="exact" w:val="504"/>
        </w:trPr>
        <w:tc>
          <w:tcPr>
            <w:tcW w:w="15210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</w:tcPr>
          <w:p w:rsidR="00D8109C" w:rsidRPr="00EF3810" w:rsidRDefault="00D8109C" w:rsidP="00A47896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aps/>
                <w:color w:val="000000"/>
                <w:spacing w:val="70"/>
                <w:sz w:val="30"/>
                <w:szCs w:val="30"/>
              </w:rPr>
            </w:pPr>
            <w:r w:rsidRPr="00EF3810">
              <w:rPr>
                <w:caps/>
                <w:color w:val="000000"/>
                <w:spacing w:val="216"/>
                <w:sz w:val="36"/>
                <w:szCs w:val="36"/>
              </w:rPr>
              <w:t xml:space="preserve">           Project Overview</w:t>
            </w:r>
            <w:r w:rsidRPr="00EF3810">
              <w:rPr>
                <w:caps/>
                <w:color w:val="000000"/>
                <w:spacing w:val="70"/>
                <w:sz w:val="30"/>
                <w:szCs w:val="30"/>
              </w:rPr>
              <w:t xml:space="preserve">                    </w:t>
            </w:r>
            <w:r w:rsidRPr="00EF3810">
              <w:rPr>
                <w:color w:val="000000"/>
                <w:szCs w:val="30"/>
              </w:rPr>
              <w:t>page</w:t>
            </w:r>
            <w:r w:rsidRPr="00EF3810">
              <w:rPr>
                <w:caps/>
                <w:color w:val="000000"/>
                <w:szCs w:val="30"/>
              </w:rPr>
              <w:t xml:space="preserve"> 1</w:t>
            </w:r>
          </w:p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D8109C" w:rsidRPr="00EF3810" w:rsidTr="007133B8">
        <w:trPr>
          <w:gridAfter w:val="2"/>
          <w:wAfter w:w="8856" w:type="dxa"/>
          <w:trHeight w:hRule="exact" w:val="360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Name of Project:</w:t>
            </w:r>
          </w:p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</w:p>
        </w:tc>
        <w:tc>
          <w:tcPr>
            <w:tcW w:w="868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  <w:r>
              <w:rPr>
                <w:rFonts w:ascii="ChaparralPro-Regular" w:hAnsi="ChaparralPro-Regular"/>
                <w:color w:val="000000"/>
              </w:rPr>
              <w:t>The Quest</w:t>
            </w:r>
          </w:p>
        </w:tc>
        <w:tc>
          <w:tcPr>
            <w:tcW w:w="15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b/>
                <w:color w:val="000000"/>
                <w:sz w:val="22"/>
                <w:szCs w:val="22"/>
              </w:rPr>
            </w:pPr>
            <w:r w:rsidRPr="00EF3810">
              <w:rPr>
                <w:b/>
                <w:color w:val="000000"/>
                <w:sz w:val="22"/>
                <w:szCs w:val="22"/>
              </w:rPr>
              <w:t xml:space="preserve">Duration: </w:t>
            </w:r>
          </w:p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</w:p>
        </w:tc>
        <w:tc>
          <w:tcPr>
            <w:tcW w:w="23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D8109C" w:rsidRPr="00EF3810" w:rsidRDefault="00D8109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 xml:space="preserve"> 7 weeks</w:t>
            </w:r>
          </w:p>
        </w:tc>
      </w:tr>
      <w:tr w:rsidR="00D8109C" w:rsidRPr="00EF3810" w:rsidTr="007133B8">
        <w:trPr>
          <w:gridAfter w:val="2"/>
          <w:wAfter w:w="8856" w:type="dxa"/>
          <w:trHeight w:hRule="exact" w:val="360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Subject/Course:</w:t>
            </w:r>
          </w:p>
        </w:tc>
        <w:tc>
          <w:tcPr>
            <w:tcW w:w="4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D8109C" w:rsidRDefault="00D8109C" w:rsidP="0084720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English I</w:t>
            </w:r>
          </w:p>
        </w:tc>
        <w:tc>
          <w:tcPr>
            <w:tcW w:w="40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left w:w="29" w:type="dxa"/>
            </w:tcMar>
          </w:tcPr>
          <w:p w:rsidR="00D8109C" w:rsidRPr="009A17E5" w:rsidRDefault="00D8109C" w:rsidP="0084720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 </w:t>
            </w:r>
            <w:r w:rsidRPr="009A17E5">
              <w:rPr>
                <w:b/>
              </w:rPr>
              <w:t>Teacher(s):</w:t>
            </w:r>
            <w:r>
              <w:rPr>
                <w:b/>
              </w:rPr>
              <w:t xml:space="preserve">  </w:t>
            </w:r>
            <w:smartTag w:uri="urn:schemas-microsoft-com:office:smarttags" w:element="PlaceName">
              <w:smartTag w:uri="urn:schemas-microsoft-com:office:smarttags" w:element="place">
                <w:r>
                  <w:rPr>
                    <w:b/>
                  </w:rPr>
                  <w:t>Freshmen</w:t>
                </w:r>
              </w:smartTag>
              <w:r>
                <w:rPr>
                  <w:b/>
                </w:rPr>
                <w:t xml:space="preserve"> </w:t>
              </w:r>
              <w:smartTag w:uri="urn:schemas-microsoft-com:office:smarttags" w:element="PlaceType">
                <w:r>
                  <w:rPr>
                    <w:b/>
                  </w:rPr>
                  <w:t>Academy</w:t>
                </w:r>
              </w:smartTag>
            </w:smartTag>
          </w:p>
        </w:tc>
        <w:tc>
          <w:tcPr>
            <w:tcW w:w="15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  <w:sz w:val="22"/>
                <w:szCs w:val="22"/>
              </w:rPr>
              <w:t>Grade Level:</w:t>
            </w:r>
          </w:p>
        </w:tc>
        <w:tc>
          <w:tcPr>
            <w:tcW w:w="23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D8109C" w:rsidRPr="00EF3810" w:rsidRDefault="00D8109C" w:rsidP="00E96BF6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 xml:space="preserve"> 9th Grade</w:t>
            </w:r>
          </w:p>
        </w:tc>
      </w:tr>
      <w:tr w:rsidR="00D8109C" w:rsidRPr="00EF3810" w:rsidTr="007133B8">
        <w:trPr>
          <w:gridAfter w:val="2"/>
          <w:wAfter w:w="8856" w:type="dxa"/>
          <w:trHeight w:hRule="exact" w:val="605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Other Subject Areas to Be Included:</w:t>
            </w:r>
          </w:p>
        </w:tc>
        <w:tc>
          <w:tcPr>
            <w:tcW w:w="1254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D8109C" w:rsidRPr="00EF3810" w:rsidRDefault="00D8109C" w:rsidP="00CD7B6F">
            <w:pPr>
              <w:widowControl w:val="0"/>
              <w:tabs>
                <w:tab w:val="left" w:pos="533"/>
              </w:tabs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PWC, W. Geography, Alg I, Freshmen Seminar</w:t>
            </w:r>
          </w:p>
        </w:tc>
      </w:tr>
      <w:tr w:rsidR="00D8109C" w:rsidRPr="00EF3810" w:rsidTr="007133B8">
        <w:trPr>
          <w:gridAfter w:val="2"/>
          <w:wAfter w:w="8856" w:type="dxa"/>
          <w:trHeight w:hRule="exact" w:val="173"/>
        </w:trPr>
        <w:tc>
          <w:tcPr>
            <w:tcW w:w="15210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8109C" w:rsidRPr="00EF3810" w:rsidRDefault="00D8109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sz w:val="16"/>
              </w:rPr>
            </w:pPr>
          </w:p>
        </w:tc>
      </w:tr>
      <w:tr w:rsidR="00D8109C" w:rsidRPr="00EF3810" w:rsidTr="007133B8">
        <w:trPr>
          <w:gridAfter w:val="2"/>
          <w:wAfter w:w="8856" w:type="dxa"/>
          <w:trHeight w:val="1466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Project Idea</w:t>
            </w:r>
          </w:p>
          <w:p w:rsidR="00D8109C" w:rsidRPr="009A17E5" w:rsidRDefault="00D8109C" w:rsidP="00847209">
            <w:pPr>
              <w:pStyle w:val="BasicParagraph"/>
              <w:suppressAutoHyphens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17E5">
              <w:rPr>
                <w:rFonts w:ascii="Times New Roman" w:hAnsi="Times New Roman" w:cs="Times New Roman"/>
                <w:sz w:val="20"/>
                <w:szCs w:val="20"/>
              </w:rPr>
              <w:t>Summary of the issue, challenge, investigation, scenario, or problem:</w:t>
            </w:r>
          </w:p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1254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D8109C" w:rsidRPr="00912223" w:rsidRDefault="00D8109C" w:rsidP="004617AA">
            <w:pPr>
              <w:rPr>
                <w:rFonts w:ascii="ChaparralPro-Regular" w:hAnsi="ChaparralPro-Regular"/>
                <w:color w:val="000000"/>
                <w:vertAlign w:val="subscript"/>
              </w:rPr>
            </w:pPr>
            <w:r>
              <w:rPr>
                <w:rFonts w:ascii="ChaparralPro-Regular" w:hAnsi="ChaparralPro-Regular"/>
                <w:color w:val="000000"/>
              </w:rPr>
              <w:t xml:space="preserve">Team will design how to transport all students from their home to their school of choice.  Design a bus transportation system to reach every student and every school and present final design to Supervisor of Transportation.  </w:t>
            </w:r>
          </w:p>
        </w:tc>
      </w:tr>
      <w:tr w:rsidR="00D8109C" w:rsidRPr="00EF3810" w:rsidTr="00960C98">
        <w:trPr>
          <w:gridAfter w:val="2"/>
          <w:wAfter w:w="8856" w:type="dxa"/>
          <w:trHeight w:val="458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>
              <w:rPr>
                <w:b/>
                <w:color w:val="000000"/>
              </w:rPr>
              <w:t>Essential</w:t>
            </w:r>
            <w:r w:rsidRPr="00EF3810">
              <w:rPr>
                <w:b/>
                <w:color w:val="000000"/>
              </w:rPr>
              <w:t xml:space="preserve"> Question</w:t>
            </w:r>
          </w:p>
        </w:tc>
        <w:tc>
          <w:tcPr>
            <w:tcW w:w="1254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09C" w:rsidRPr="004B6578" w:rsidRDefault="00D8109C" w:rsidP="004617AA">
            <w:pPr>
              <w:rPr>
                <w:rFonts w:ascii="Arial" w:hAnsi="Arial"/>
                <w:sz w:val="22"/>
              </w:rPr>
            </w:pPr>
            <w:r w:rsidRPr="00EF381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How to get all students to their school of choice?</w:t>
            </w:r>
          </w:p>
          <w:p w:rsidR="00D8109C" w:rsidRPr="00EF3810" w:rsidRDefault="00D8109C" w:rsidP="00E96BF6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D8109C" w:rsidRPr="00EF3810" w:rsidTr="00960C98">
        <w:trPr>
          <w:gridAfter w:val="2"/>
          <w:wAfter w:w="8856" w:type="dxa"/>
          <w:trHeight w:hRule="exact" w:val="1405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Content </w:t>
            </w:r>
            <w:r w:rsidRPr="00EF3810">
              <w:rPr>
                <w:b/>
                <w:color w:val="000000"/>
              </w:rPr>
              <w:t xml:space="preserve">Standards </w:t>
            </w:r>
            <w:r w:rsidRPr="009A17E5">
              <w:rPr>
                <w:color w:val="000000"/>
              </w:rPr>
              <w:t>to be taught and assessed</w:t>
            </w:r>
            <w:r w:rsidRPr="00EF3810">
              <w:rPr>
                <w:b/>
                <w:color w:val="000000"/>
              </w:rPr>
              <w:t>:</w:t>
            </w:r>
          </w:p>
        </w:tc>
        <w:tc>
          <w:tcPr>
            <w:tcW w:w="1254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D8109C" w:rsidRPr="0071229B" w:rsidRDefault="00D8109C" w:rsidP="00960C98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 w:rsidRPr="0071229B">
              <w:rPr>
                <w:rFonts w:ascii="ChaparralPro-Regular" w:hAnsi="ChaparralPro-Regular"/>
                <w:b/>
                <w:bCs/>
              </w:rPr>
              <w:t>Math-</w:t>
            </w:r>
            <w:r w:rsidRPr="0071229B">
              <w:rPr>
                <w:rFonts w:ascii="ChaparralPro-Regular" w:hAnsi="ChaparralPro-Regular"/>
              </w:rPr>
              <w:t xml:space="preserve"> Geometry and Measurement, Mathematical Processes, Data Analysis, Statistics and Probability</w:t>
            </w:r>
            <w:r>
              <w:rPr>
                <w:rFonts w:ascii="ChaparralPro-Regular" w:hAnsi="ChaparralPro-Regular"/>
              </w:rPr>
              <w:t>, Proportions, Ratios</w:t>
            </w:r>
          </w:p>
          <w:p w:rsidR="00D8109C" w:rsidRPr="0071229B" w:rsidRDefault="00D8109C" w:rsidP="00960C98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 w:rsidRPr="0071229B">
              <w:rPr>
                <w:rFonts w:ascii="ChaparralPro-Regular" w:hAnsi="ChaparralPro-Regular"/>
                <w:b/>
                <w:bCs/>
              </w:rPr>
              <w:t>ELA-</w:t>
            </w:r>
            <w:r w:rsidRPr="0071229B">
              <w:rPr>
                <w:rFonts w:ascii="ChaparralPro-Regular" w:hAnsi="ChaparralPro-Regular"/>
              </w:rPr>
              <w:t xml:space="preserve"> Language, Communication, Writing, Research, Logic, Informational Text, Media and Literature</w:t>
            </w:r>
          </w:p>
          <w:p w:rsidR="00D8109C" w:rsidRPr="0071229B" w:rsidRDefault="00D8109C" w:rsidP="00960C98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 w:rsidRPr="0071229B">
              <w:rPr>
                <w:rFonts w:ascii="ChaparralPro-Regular" w:hAnsi="ChaparralPro-Regular"/>
                <w:b/>
                <w:bCs/>
              </w:rPr>
              <w:t>Science-</w:t>
            </w:r>
            <w:r w:rsidRPr="0071229B">
              <w:rPr>
                <w:rFonts w:ascii="ChaparralPro-Regular" w:hAnsi="ChaparralPro-Regular"/>
              </w:rPr>
              <w:t xml:space="preserve"> Embedded Inquiry, Te</w:t>
            </w:r>
            <w:r>
              <w:rPr>
                <w:rFonts w:ascii="ChaparralPro-Regular" w:hAnsi="ChaparralPro-Regular"/>
              </w:rPr>
              <w:t xml:space="preserve">chnology &amp; Engineering, The thermodynamics and the conservation of energy, Waves and Optics, Electricity and magnetism. </w:t>
            </w:r>
          </w:p>
          <w:p w:rsidR="00D8109C" w:rsidRPr="0071229B" w:rsidRDefault="00D8109C" w:rsidP="00960C98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 w:rsidRPr="0071229B">
              <w:rPr>
                <w:rFonts w:ascii="ChaparralPro-Regular" w:hAnsi="ChaparralPro-Regular"/>
                <w:b/>
                <w:bCs/>
              </w:rPr>
              <w:t xml:space="preserve">Social Studies- </w:t>
            </w:r>
            <w:r w:rsidRPr="0071229B">
              <w:rPr>
                <w:rFonts w:ascii="ChaparralPro-Regular" w:hAnsi="ChaparralPro-Regular"/>
              </w:rPr>
              <w:t>Culture, Economics, Geography, Governance &amp; Civics, History and Individuals, Groups &amp; Interactions</w:t>
            </w:r>
          </w:p>
          <w:p w:rsidR="00D8109C" w:rsidRPr="00EF3810" w:rsidRDefault="00D8109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</w:tr>
      <w:tr w:rsidR="00D8109C" w:rsidRPr="00EF3810" w:rsidTr="007133B8">
        <w:trPr>
          <w:gridAfter w:val="2"/>
          <w:wAfter w:w="8856" w:type="dxa"/>
          <w:trHeight w:hRule="exact" w:val="173"/>
        </w:trPr>
        <w:tc>
          <w:tcPr>
            <w:tcW w:w="75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109C" w:rsidRPr="007D20EE" w:rsidRDefault="00D8109C" w:rsidP="007D20E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T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109C" w:rsidRPr="007D20EE" w:rsidRDefault="00D8109C" w:rsidP="007D20E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109C" w:rsidRPr="007D20EE" w:rsidRDefault="00D8109C" w:rsidP="007D20E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E</w:t>
            </w:r>
          </w:p>
        </w:tc>
        <w:tc>
          <w:tcPr>
            <w:tcW w:w="4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 xml:space="preserve"> 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109C" w:rsidRPr="007D20EE" w:rsidRDefault="00D8109C" w:rsidP="004939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T</w:t>
            </w: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109C" w:rsidRPr="007D20EE" w:rsidRDefault="00D8109C" w:rsidP="004939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109C" w:rsidRPr="007D20EE" w:rsidRDefault="00D8109C" w:rsidP="004939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E</w:t>
            </w:r>
          </w:p>
        </w:tc>
      </w:tr>
      <w:tr w:rsidR="00D8109C" w:rsidRPr="008E4DE9" w:rsidTr="007133B8">
        <w:trPr>
          <w:gridAfter w:val="2"/>
          <w:wAfter w:w="8856" w:type="dxa"/>
          <w:trHeight w:hRule="exact" w:val="590"/>
        </w:trPr>
        <w:tc>
          <w:tcPr>
            <w:tcW w:w="26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left w:w="72" w:type="dxa"/>
              <w:right w:w="72" w:type="dxa"/>
            </w:tcMar>
          </w:tcPr>
          <w:p w:rsidR="00D8109C" w:rsidRPr="00CD7B6F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b/>
                <w:color w:val="000000"/>
              </w:rPr>
              <w:t>Professional (</w:t>
            </w:r>
            <w:r w:rsidRPr="007474B8">
              <w:rPr>
                <w:b/>
                <w:color w:val="000000"/>
              </w:rPr>
              <w:t>21st Century</w:t>
            </w:r>
            <w:r>
              <w:rPr>
                <w:b/>
                <w:color w:val="000000"/>
              </w:rPr>
              <w:t>)</w:t>
            </w:r>
            <w:r w:rsidRPr="007474B8">
              <w:rPr>
                <w:b/>
                <w:color w:val="000000"/>
              </w:rPr>
              <w:t xml:space="preserve"> Skills</w:t>
            </w:r>
            <w:r w:rsidRPr="007474B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to be taught, </w:t>
            </w:r>
            <w:r w:rsidRPr="009A17E5">
              <w:rPr>
                <w:color w:val="000000"/>
              </w:rPr>
              <w:t>assessed</w:t>
            </w:r>
            <w:r>
              <w:rPr>
                <w:color w:val="000000"/>
              </w:rPr>
              <w:t xml:space="preserve"> and/or encouraged</w:t>
            </w:r>
            <w:r w:rsidRPr="00EF3810">
              <w:rPr>
                <w:b/>
                <w:color w:val="000000"/>
              </w:rPr>
              <w:t>:</w:t>
            </w:r>
          </w:p>
        </w:tc>
        <w:tc>
          <w:tcPr>
            <w:tcW w:w="48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Collaboration</w:t>
            </w:r>
          </w:p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left w:w="72" w:type="dxa"/>
              <w:right w:w="72" w:type="dxa"/>
            </w:tcMar>
          </w:tcPr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left w:w="72" w:type="dxa"/>
              <w:right w:w="72" w:type="dxa"/>
            </w:tcMar>
          </w:tcPr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43" w:type="dxa"/>
              <w:left w:w="72" w:type="dxa"/>
              <w:bottom w:w="43" w:type="dxa"/>
              <w:right w:w="72" w:type="dxa"/>
            </w:tcMar>
          </w:tcPr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left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Other:</w:t>
            </w:r>
          </w:p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43" w:type="dxa"/>
              <w:bottom w:w="43" w:type="dxa"/>
            </w:tcMar>
          </w:tcPr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D8109C" w:rsidRPr="008E4DE9" w:rsidTr="007133B8">
        <w:trPr>
          <w:gridAfter w:val="2"/>
          <w:wAfter w:w="8856" w:type="dxa"/>
          <w:trHeight w:hRule="exact" w:val="590"/>
        </w:trPr>
        <w:tc>
          <w:tcPr>
            <w:tcW w:w="26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8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Communication (Oral Presentation)</w:t>
            </w:r>
          </w:p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D8109C" w:rsidRPr="008E4DE9" w:rsidTr="007133B8">
        <w:trPr>
          <w:gridAfter w:val="2"/>
          <w:wAfter w:w="8856" w:type="dxa"/>
          <w:trHeight w:hRule="exact" w:val="590"/>
        </w:trPr>
        <w:tc>
          <w:tcPr>
            <w:tcW w:w="26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8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Cr</w:t>
            </w:r>
            <w:r>
              <w:rPr>
                <w:color w:val="000000"/>
              </w:rPr>
              <w:t>itical Thinking/Problem Solving</w:t>
            </w:r>
          </w:p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D8109C" w:rsidRPr="00EF3810" w:rsidTr="007133B8">
        <w:trPr>
          <w:gridAfter w:val="2"/>
          <w:wAfter w:w="8856" w:type="dxa"/>
          <w:trHeight w:hRule="exact" w:val="173"/>
        </w:trPr>
        <w:tc>
          <w:tcPr>
            <w:tcW w:w="15210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8109C" w:rsidRPr="00EF3810" w:rsidRDefault="00D8109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sz w:val="16"/>
              </w:rPr>
            </w:pPr>
          </w:p>
        </w:tc>
      </w:tr>
      <w:tr w:rsidR="00D8109C" w:rsidRPr="008E4DE9" w:rsidTr="007133B8">
        <w:trPr>
          <w:gridAfter w:val="2"/>
          <w:wAfter w:w="8856" w:type="dxa"/>
          <w:trHeight w:hRule="exact" w:val="259"/>
        </w:trPr>
        <w:tc>
          <w:tcPr>
            <w:tcW w:w="19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>
              <w:rPr>
                <w:b/>
                <w:color w:val="000000"/>
              </w:rPr>
              <w:t>Major</w:t>
            </w:r>
            <w:r w:rsidRPr="00EF3810">
              <w:rPr>
                <w:b/>
                <w:color w:val="000000"/>
              </w:rPr>
              <w:t xml:space="preserve"> Products &amp; Performances</w:t>
            </w:r>
          </w:p>
        </w:tc>
        <w:tc>
          <w:tcPr>
            <w:tcW w:w="145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Group:</w:t>
            </w:r>
          </w:p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8454" w:type="dxa"/>
            <w:gridSpan w:val="1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D8109C" w:rsidRDefault="00D8109C" w:rsidP="00BF639A">
            <w:r>
              <w:t>Presentation, Budget, Design of proposal either Map or Sketchup</w:t>
            </w:r>
          </w:p>
          <w:p w:rsidR="00D8109C" w:rsidRDefault="00D8109C" w:rsidP="00BF639A">
            <w:r>
              <w:t>Timeline</w:t>
            </w:r>
          </w:p>
        </w:tc>
        <w:tc>
          <w:tcPr>
            <w:tcW w:w="3330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D8109C" w:rsidRPr="008E4DE9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  <w:position w:val="6"/>
                <w:sz w:val="18"/>
                <w:szCs w:val="22"/>
              </w:rPr>
            </w:pPr>
            <w:r w:rsidRPr="008E4DE9">
              <w:rPr>
                <w:b/>
                <w:color w:val="000000"/>
                <w:position w:val="6"/>
                <w:sz w:val="18"/>
                <w:szCs w:val="22"/>
              </w:rPr>
              <w:t>Presentation Audience</w:t>
            </w:r>
          </w:p>
          <w:p w:rsidR="00D8109C" w:rsidRPr="008E4DE9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  <w:sz w:val="18"/>
              </w:rPr>
            </w:pPr>
            <w:r w:rsidRPr="008E4DE9">
              <w:rPr>
                <w:color w:val="000000"/>
                <w:sz w:val="18"/>
                <w:szCs w:val="22"/>
              </w:rPr>
              <w:t xml:space="preserve"> </w:t>
            </w:r>
            <w:r w:rsidRPr="008E4DE9">
              <w:rPr>
                <w:b/>
                <w:color w:val="000000"/>
                <w:sz w:val="18"/>
              </w:rPr>
              <w:t>Presentation Audience:</w:t>
            </w:r>
          </w:p>
          <w:p w:rsidR="00D8109C" w:rsidRPr="008E4DE9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 xml:space="preserve"> </w:t>
            </w:r>
          </w:p>
          <w:p w:rsidR="00D8109C" w:rsidRPr="008E4DE9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 xml:space="preserve">  </w:t>
            </w:r>
            <w:r w:rsidRPr="008E4DE9">
              <w:rPr>
                <w:color w:val="000000"/>
                <w:sz w:val="18"/>
                <w:szCs w:val="22"/>
              </w:rPr>
              <w:t>  Class</w:t>
            </w:r>
          </w:p>
          <w:p w:rsidR="00D8109C" w:rsidRPr="008E4DE9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  School</w:t>
            </w:r>
            <w:r w:rsidRPr="008E4DE9">
              <w:rPr>
                <w:color w:val="000000"/>
                <w:sz w:val="18"/>
                <w:szCs w:val="32"/>
              </w:rPr>
              <w:t xml:space="preserve"> </w:t>
            </w:r>
          </w:p>
          <w:p w:rsidR="00D8109C" w:rsidRPr="008E4DE9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  <w:sz w:val="18"/>
              </w:rPr>
            </w:pPr>
          </w:p>
        </w:tc>
      </w:tr>
      <w:tr w:rsidR="00D8109C" w:rsidRPr="008E4DE9" w:rsidTr="007133B8">
        <w:trPr>
          <w:gridAfter w:val="2"/>
          <w:wAfter w:w="8856" w:type="dxa"/>
          <w:trHeight w:hRule="exact" w:val="259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D8109C" w:rsidRPr="008E4DE9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</w:p>
        </w:tc>
        <w:tc>
          <w:tcPr>
            <w:tcW w:w="28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72" w:type="dxa"/>
              <w:right w:w="72" w:type="dxa"/>
            </w:tcMar>
          </w:tcPr>
          <w:p w:rsidR="00D8109C" w:rsidRPr="008E4DE9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Class</w:t>
            </w:r>
          </w:p>
        </w:tc>
      </w:tr>
      <w:tr w:rsidR="00D8109C" w:rsidRPr="008E4DE9" w:rsidTr="007133B8">
        <w:trPr>
          <w:gridAfter w:val="2"/>
          <w:wAfter w:w="8856" w:type="dxa"/>
          <w:trHeight w:hRule="exact" w:val="259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D8109C" w:rsidRPr="008E4DE9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</w:p>
        </w:tc>
        <w:tc>
          <w:tcPr>
            <w:tcW w:w="28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72" w:type="dxa"/>
              <w:right w:w="72" w:type="dxa"/>
            </w:tcMar>
          </w:tcPr>
          <w:p w:rsidR="00D8109C" w:rsidRPr="008E4DE9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School</w:t>
            </w:r>
          </w:p>
        </w:tc>
      </w:tr>
      <w:tr w:rsidR="00D8109C" w:rsidRPr="008E4DE9" w:rsidTr="00960C98">
        <w:trPr>
          <w:gridAfter w:val="2"/>
          <w:wAfter w:w="8856" w:type="dxa"/>
          <w:trHeight w:hRule="exact" w:val="350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D8109C" w:rsidRPr="008E4DE9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</w:p>
        </w:tc>
        <w:tc>
          <w:tcPr>
            <w:tcW w:w="28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72" w:type="dxa"/>
              <w:right w:w="72" w:type="dxa"/>
            </w:tcMar>
          </w:tcPr>
          <w:p w:rsidR="00D8109C" w:rsidRPr="008E4DE9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Community</w:t>
            </w:r>
          </w:p>
        </w:tc>
      </w:tr>
      <w:tr w:rsidR="00D8109C" w:rsidRPr="008E4DE9" w:rsidTr="007133B8">
        <w:trPr>
          <w:gridAfter w:val="2"/>
          <w:wAfter w:w="8856" w:type="dxa"/>
          <w:trHeight w:hRule="exact" w:val="288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109C" w:rsidRPr="00EF3810" w:rsidRDefault="00D8109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45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Individual:</w:t>
            </w:r>
          </w:p>
        </w:tc>
        <w:tc>
          <w:tcPr>
            <w:tcW w:w="8454" w:type="dxa"/>
            <w:gridSpan w:val="1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D8109C" w:rsidRDefault="00D8109C" w:rsidP="00BF639A">
            <w:r>
              <w:t>Safety issues, Solve equations, Write equations &amp; variables, absolute value, histogram, graphing, business proposal components:  background, overview, budget, linitations, Powerpoint or sketchup, plan of transportation system, Math processes, Systems of equations.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D8109C" w:rsidRPr="008E4DE9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position w:val="4"/>
                <w:sz w:val="18"/>
                <w:szCs w:val="22"/>
              </w:rPr>
            </w:pPr>
          </w:p>
        </w:tc>
        <w:tc>
          <w:tcPr>
            <w:tcW w:w="28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D8109C" w:rsidRPr="008E4DE9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  <w:position w:val="4"/>
                <w:sz w:val="18"/>
              </w:rPr>
            </w:pPr>
            <w:r w:rsidRPr="008E4DE9">
              <w:rPr>
                <w:color w:val="000000"/>
                <w:position w:val="4"/>
                <w:sz w:val="18"/>
                <w:szCs w:val="22"/>
              </w:rPr>
              <w:t>Experts</w:t>
            </w:r>
          </w:p>
        </w:tc>
      </w:tr>
      <w:tr w:rsidR="00D8109C" w:rsidRPr="008E4DE9" w:rsidTr="007133B8">
        <w:trPr>
          <w:gridAfter w:val="2"/>
          <w:wAfter w:w="8856" w:type="dxa"/>
          <w:trHeight w:hRule="exact" w:val="259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109C" w:rsidRPr="00EF3810" w:rsidRDefault="00D8109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D8109C" w:rsidRPr="00EF3810" w:rsidRDefault="00D8109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rPr>
                <w:color w:val="000000"/>
                <w:position w:val="4"/>
                <w:sz w:val="18"/>
                <w:szCs w:val="22"/>
              </w:rPr>
            </w:pPr>
          </w:p>
        </w:tc>
        <w:tc>
          <w:tcPr>
            <w:tcW w:w="28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rPr>
                <w:color w:val="000000"/>
                <w:position w:val="4"/>
                <w:sz w:val="18"/>
                <w:szCs w:val="22"/>
              </w:rPr>
            </w:pPr>
            <w:r w:rsidRPr="008E4DE9">
              <w:rPr>
                <w:color w:val="000000"/>
                <w:position w:val="4"/>
                <w:sz w:val="18"/>
                <w:szCs w:val="22"/>
              </w:rPr>
              <w:t>Web</w:t>
            </w:r>
          </w:p>
        </w:tc>
      </w:tr>
      <w:tr w:rsidR="00D8109C" w:rsidRPr="008E4DE9" w:rsidTr="007133B8">
        <w:trPr>
          <w:gridAfter w:val="2"/>
          <w:wAfter w:w="8856" w:type="dxa"/>
          <w:trHeight w:hRule="exact" w:val="288"/>
        </w:trPr>
        <w:tc>
          <w:tcPr>
            <w:tcW w:w="19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09C" w:rsidRPr="00EF3810" w:rsidRDefault="00D8109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D8109C" w:rsidRPr="00EF3810" w:rsidRDefault="00D8109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22"/>
              </w:rPr>
            </w:pPr>
          </w:p>
        </w:tc>
        <w:tc>
          <w:tcPr>
            <w:tcW w:w="28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color w:val="000000"/>
                <w:sz w:val="18"/>
              </w:rPr>
            </w:pPr>
            <w:r w:rsidRPr="008E4DE9">
              <w:rPr>
                <w:color w:val="000000"/>
                <w:sz w:val="18"/>
                <w:szCs w:val="22"/>
              </w:rPr>
              <w:t>Other:</w:t>
            </w:r>
          </w:p>
        </w:tc>
      </w:tr>
      <w:tr w:rsidR="00D8109C" w:rsidRPr="00EF3810" w:rsidTr="007133B8">
        <w:trPr>
          <w:trHeight w:hRule="exact" w:val="504"/>
        </w:trPr>
        <w:tc>
          <w:tcPr>
            <w:tcW w:w="15210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aps/>
                <w:color w:val="000000"/>
                <w:spacing w:val="70"/>
                <w:sz w:val="30"/>
                <w:szCs w:val="30"/>
              </w:rPr>
            </w:pPr>
            <w:r w:rsidRPr="00EF3810">
              <w:rPr>
                <w:caps/>
                <w:color w:val="000000"/>
                <w:spacing w:val="216"/>
                <w:sz w:val="36"/>
                <w:szCs w:val="36"/>
              </w:rPr>
              <w:t xml:space="preserve">           Project Overview</w:t>
            </w:r>
            <w:r w:rsidRPr="00EF3810">
              <w:rPr>
                <w:caps/>
                <w:color w:val="000000"/>
                <w:spacing w:val="70"/>
                <w:sz w:val="30"/>
                <w:szCs w:val="30"/>
              </w:rPr>
              <w:t xml:space="preserve">                    </w:t>
            </w:r>
            <w:r w:rsidRPr="00EF3810">
              <w:rPr>
                <w:color w:val="000000"/>
                <w:szCs w:val="30"/>
              </w:rPr>
              <w:t>page</w:t>
            </w:r>
            <w:r w:rsidRPr="00EF3810">
              <w:rPr>
                <w:caps/>
                <w:color w:val="000000"/>
                <w:szCs w:val="30"/>
              </w:rPr>
              <w:t xml:space="preserve"> 2</w:t>
            </w:r>
          </w:p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428" w:type="dxa"/>
          </w:tcPr>
          <w:p w:rsidR="00D8109C" w:rsidRPr="00EF3810" w:rsidRDefault="00D8109C"/>
        </w:tc>
        <w:tc>
          <w:tcPr>
            <w:tcW w:w="4428" w:type="dxa"/>
          </w:tcPr>
          <w:p w:rsidR="00D8109C" w:rsidRDefault="00D8109C" w:rsidP="00BF639A">
            <w:r>
              <w:t>Histogram</w:t>
            </w:r>
          </w:p>
        </w:tc>
      </w:tr>
      <w:tr w:rsidR="00D8109C" w:rsidRPr="00EF3810" w:rsidTr="007133B8">
        <w:trPr>
          <w:gridAfter w:val="1"/>
          <w:wAfter w:w="4428" w:type="dxa"/>
          <w:trHeight w:hRule="exact" w:val="1022"/>
        </w:trPr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72" w:type="dxa"/>
              <w:bottom w:w="58" w:type="dxa"/>
              <w:right w:w="29" w:type="dxa"/>
            </w:tcMar>
          </w:tcPr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EF3810">
              <w:rPr>
                <w:b/>
                <w:color w:val="000000"/>
              </w:rPr>
              <w:t>Entry Event</w:t>
            </w:r>
            <w:r w:rsidRPr="00EF3810">
              <w:rPr>
                <w:color w:val="000000"/>
              </w:rPr>
              <w:t xml:space="preserve"> </w:t>
            </w:r>
            <w:r w:rsidRPr="008E4DE9">
              <w:t>to</w:t>
            </w:r>
          </w:p>
          <w:p w:rsidR="00D8109C" w:rsidRPr="00A5178E" w:rsidRDefault="00D8109C" w:rsidP="00847209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8E4DE9">
              <w:t>launch inquiry</w:t>
            </w:r>
            <w:r>
              <w:t xml:space="preserve">, </w:t>
            </w:r>
            <w:r>
              <w:br/>
            </w:r>
            <w:r w:rsidRPr="008E4DE9">
              <w:t>engage stude</w:t>
            </w:r>
            <w:r w:rsidRPr="008E4DE9">
              <w:rPr>
                <w:rFonts w:ascii="ChaparralPro-Regular" w:hAnsi="ChaparralPro-Regular"/>
              </w:rPr>
              <w:t>nts:</w:t>
            </w:r>
          </w:p>
        </w:tc>
        <w:tc>
          <w:tcPr>
            <w:tcW w:w="13226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  <w:sz w:val="22"/>
                <w:szCs w:val="22"/>
              </w:rPr>
            </w:pPr>
            <w:r w:rsidRPr="00EF3810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Invite Bus Transportation System Manager.  Entry event of deliver 5 dolls from home to school of choice in shortest amount of time.  Deliverance!   </w:t>
            </w:r>
          </w:p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428" w:type="dxa"/>
          </w:tcPr>
          <w:p w:rsidR="00D8109C" w:rsidRDefault="00D8109C" w:rsidP="00BF639A">
            <w:r>
              <w:t>Graphing</w:t>
            </w:r>
          </w:p>
        </w:tc>
      </w:tr>
      <w:tr w:rsidR="00D8109C" w:rsidRPr="008E4DE9" w:rsidTr="007133B8">
        <w:trPr>
          <w:gridAfter w:val="5"/>
          <w:wAfter w:w="9749" w:type="dxa"/>
          <w:trHeight w:hRule="exact" w:val="446"/>
        </w:trPr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Assessments</w:t>
            </w:r>
          </w:p>
        </w:tc>
        <w:tc>
          <w:tcPr>
            <w:tcW w:w="204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Formative Assessments</w:t>
            </w:r>
          </w:p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(During Project)</w:t>
            </w: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Default="00D8109C" w:rsidP="00BF639A">
            <w:r>
              <w:t xml:space="preserve">Business proposal components – background, overview, budget, limitations, Powerpoint or sketchup </w:t>
            </w: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Quizzes/Tests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G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Practice Presentations</w:t>
            </w:r>
          </w:p>
        </w:tc>
        <w:tc>
          <w:tcPr>
            <w:tcW w:w="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D8109C" w:rsidRPr="008E4DE9" w:rsidTr="007133B8">
        <w:trPr>
          <w:gridAfter w:val="5"/>
          <w:wAfter w:w="9749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Default="00D8109C" w:rsidP="00BF639A">
            <w:r>
              <w:t>Plan of transportation system</w:t>
            </w: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Journal/Learning Log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G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Notes</w:t>
            </w:r>
          </w:p>
        </w:tc>
        <w:tc>
          <w:tcPr>
            <w:tcW w:w="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D8109C" w:rsidRPr="008E4DE9" w:rsidTr="007133B8">
        <w:trPr>
          <w:gridAfter w:val="5"/>
          <w:wAfter w:w="9749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Default="00D8109C" w:rsidP="00BF639A">
            <w:r>
              <w:t>properties</w:t>
            </w: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Preliminary Plans/Outlines/Prototypes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G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Checklists</w:t>
            </w:r>
          </w:p>
        </w:tc>
        <w:tc>
          <w:tcPr>
            <w:tcW w:w="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D8109C" w:rsidRPr="008E4DE9" w:rsidTr="007133B8">
        <w:trPr>
          <w:gridAfter w:val="5"/>
          <w:wAfter w:w="9749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Default="00D8109C" w:rsidP="00BF639A">
            <w:r>
              <w:t xml:space="preserve">Business proposal components – background, overview, budget, limitations, Powerpoint or sketchup </w:t>
            </w: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Rough Drafts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G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Concept Maps</w:t>
            </w:r>
          </w:p>
        </w:tc>
        <w:tc>
          <w:tcPr>
            <w:tcW w:w="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D8109C" w:rsidRPr="008E4DE9" w:rsidTr="007133B8">
        <w:trPr>
          <w:gridAfter w:val="5"/>
          <w:wAfter w:w="9749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Default="00D8109C" w:rsidP="00BF639A">
            <w:r>
              <w:t>Plan of transportation system</w:t>
            </w: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Online Tests/Exams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Other:</w:t>
            </w:r>
          </w:p>
        </w:tc>
        <w:tc>
          <w:tcPr>
            <w:tcW w:w="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D8109C" w:rsidRPr="008E4DE9" w:rsidTr="007133B8">
        <w:trPr>
          <w:gridAfter w:val="7"/>
          <w:wAfter w:w="9807" w:type="dxa"/>
          <w:trHeight w:hRule="exact" w:val="619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09C" w:rsidRPr="00EF3810" w:rsidRDefault="00D8109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Summative Assessments</w:t>
            </w:r>
          </w:p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(End of Project)</w:t>
            </w: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D8109C" w:rsidRDefault="00D8109C" w:rsidP="00BF639A">
            <w:r>
              <w:t>properties</w:t>
            </w: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43" w:type="dxa"/>
              <w:right w:w="43" w:type="dxa"/>
            </w:tcMar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 xml:space="preserve">Written Product(s), with rubric: </w:t>
            </w:r>
            <w:r>
              <w:rPr>
                <w:color w:val="000000"/>
              </w:rPr>
              <w:t>Business Plan</w:t>
            </w:r>
          </w:p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2"/>
                <w:szCs w:val="8"/>
              </w:rPr>
            </w:pPr>
          </w:p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  <w:sz w:val="16"/>
                <w:szCs w:val="16"/>
              </w:rPr>
              <w:t>____________________________________________________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</w:tcMar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22"/>
                <w:szCs w:val="22"/>
              </w:rPr>
            </w:pPr>
            <w:r w:rsidRPr="00EF3810">
              <w:rPr>
                <w:color w:val="000000"/>
              </w:rPr>
              <w:t>Other Product(s) or Performance(s), with</w:t>
            </w:r>
          </w:p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rubric:</w:t>
            </w:r>
            <w:r w:rsidRPr="00EF3810">
              <w:rPr>
                <w:color w:val="000000"/>
                <w:sz w:val="16"/>
                <w:szCs w:val="16"/>
              </w:rPr>
              <w:t>______________________________________________</w:t>
            </w:r>
          </w:p>
        </w:tc>
        <w:tc>
          <w:tcPr>
            <w:tcW w:w="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</w:tcMar>
          </w:tcPr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D8109C" w:rsidRPr="008E4DE9" w:rsidTr="007133B8">
        <w:trPr>
          <w:gridAfter w:val="5"/>
          <w:wAfter w:w="9749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G</w:t>
            </w: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Oral Presentation, with rubric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Peer Evaluation</w:t>
            </w:r>
          </w:p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D8109C" w:rsidRPr="008E4DE9" w:rsidTr="007133B8">
        <w:trPr>
          <w:gridAfter w:val="5"/>
          <w:wAfter w:w="9749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 xml:space="preserve">Multiple Choice/Short Answer Test 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Self-Evaluation</w:t>
            </w:r>
          </w:p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D8109C" w:rsidRPr="008E4DE9" w:rsidTr="007133B8">
        <w:trPr>
          <w:gridAfter w:val="5"/>
          <w:wAfter w:w="9749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Essay Test</w:t>
            </w:r>
          </w:p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Other:</w:t>
            </w:r>
          </w:p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D8109C" w:rsidRPr="00EF3810" w:rsidTr="007133B8">
        <w:trPr>
          <w:gridAfter w:val="2"/>
          <w:wAfter w:w="8856" w:type="dxa"/>
          <w:trHeight w:hRule="exact" w:val="144"/>
        </w:trPr>
        <w:tc>
          <w:tcPr>
            <w:tcW w:w="15210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4"/>
                <w:szCs w:val="4"/>
              </w:rPr>
            </w:pPr>
            <w:r w:rsidRPr="00EF3810">
              <w:rPr>
                <w:color w:val="000000"/>
                <w:sz w:val="4"/>
                <w:szCs w:val="4"/>
              </w:rPr>
              <w:t xml:space="preserve"> </w:t>
            </w:r>
          </w:p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D8109C" w:rsidRPr="001161EA" w:rsidTr="007133B8">
        <w:trPr>
          <w:gridAfter w:val="2"/>
          <w:wAfter w:w="8856" w:type="dxa"/>
          <w:trHeight w:hRule="exact" w:val="504"/>
        </w:trPr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Resources Needed</w:t>
            </w:r>
          </w:p>
        </w:tc>
        <w:tc>
          <w:tcPr>
            <w:tcW w:w="3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On-site people, facilities:</w:t>
            </w:r>
          </w:p>
        </w:tc>
        <w:tc>
          <w:tcPr>
            <w:tcW w:w="102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D8109C" w:rsidRPr="001161EA" w:rsidRDefault="00D8109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Academy Coach, Vaughn, auditorium, football field, Mr. Q for dolls</w:t>
            </w:r>
          </w:p>
        </w:tc>
      </w:tr>
      <w:tr w:rsidR="00D8109C" w:rsidRPr="001161EA" w:rsidTr="007133B8">
        <w:trPr>
          <w:gridAfter w:val="2"/>
          <w:wAfter w:w="8856" w:type="dxa"/>
          <w:trHeight w:hRule="exact" w:val="504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</w:rPr>
            </w:pPr>
          </w:p>
        </w:tc>
        <w:tc>
          <w:tcPr>
            <w:tcW w:w="3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Equipment:</w:t>
            </w:r>
          </w:p>
        </w:tc>
        <w:tc>
          <w:tcPr>
            <w:tcW w:w="102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09C" w:rsidRPr="001161EA" w:rsidRDefault="00D8109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3D sketch, dolls,  laptop computers</w:t>
            </w:r>
          </w:p>
        </w:tc>
      </w:tr>
      <w:tr w:rsidR="00D8109C" w:rsidRPr="001161EA" w:rsidTr="007133B8">
        <w:trPr>
          <w:gridAfter w:val="2"/>
          <w:wAfter w:w="8856" w:type="dxa"/>
          <w:trHeight w:hRule="exact" w:val="504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</w:rPr>
            </w:pPr>
          </w:p>
        </w:tc>
        <w:tc>
          <w:tcPr>
            <w:tcW w:w="3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Materials:</w:t>
            </w:r>
          </w:p>
        </w:tc>
        <w:tc>
          <w:tcPr>
            <w:tcW w:w="102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D8109C" w:rsidRPr="001161EA" w:rsidRDefault="00D8109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 xml:space="preserve">Construction paper,  flags, </w:t>
            </w:r>
          </w:p>
        </w:tc>
      </w:tr>
      <w:tr w:rsidR="00D8109C" w:rsidRPr="001161EA" w:rsidTr="007133B8">
        <w:trPr>
          <w:gridAfter w:val="2"/>
          <w:wAfter w:w="8856" w:type="dxa"/>
          <w:trHeight w:hRule="exact" w:val="504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</w:rPr>
            </w:pPr>
          </w:p>
        </w:tc>
        <w:tc>
          <w:tcPr>
            <w:tcW w:w="3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Community resources:</w:t>
            </w:r>
          </w:p>
        </w:tc>
        <w:tc>
          <w:tcPr>
            <w:tcW w:w="102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D8109C" w:rsidRPr="001161EA" w:rsidRDefault="00D8109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 xml:space="preserve">Keith from transportation, Grayline, MTA </w:t>
            </w:r>
          </w:p>
        </w:tc>
      </w:tr>
      <w:tr w:rsidR="00D8109C" w:rsidRPr="008E4DE9" w:rsidTr="007133B8">
        <w:trPr>
          <w:gridAfter w:val="2"/>
          <w:wAfter w:w="8856" w:type="dxa"/>
          <w:trHeight w:hRule="exact" w:val="144"/>
        </w:trPr>
        <w:tc>
          <w:tcPr>
            <w:tcW w:w="15210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  <w:sz w:val="4"/>
              </w:rPr>
            </w:pPr>
          </w:p>
        </w:tc>
      </w:tr>
      <w:tr w:rsidR="00D8109C" w:rsidRPr="008E4DE9" w:rsidTr="007133B8">
        <w:trPr>
          <w:gridAfter w:val="2"/>
          <w:wAfter w:w="8856" w:type="dxa"/>
          <w:trHeight w:hRule="exact" w:val="403"/>
        </w:trPr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Reflection Methods</w:t>
            </w:r>
          </w:p>
        </w:tc>
        <w:tc>
          <w:tcPr>
            <w:tcW w:w="173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8D3DD4" w:rsidRDefault="00D8109C" w:rsidP="00847209">
            <w:pPr>
              <w:pStyle w:val="NoParagraphStyle"/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3DD4">
              <w:rPr>
                <w:rFonts w:ascii="Times New Roman" w:hAnsi="Times New Roman" w:cs="Times New Roman"/>
                <w:b/>
                <w:sz w:val="20"/>
                <w:szCs w:val="20"/>
              </w:rPr>
              <w:t>(Individual, Group, and/or Whole Class)</w:t>
            </w:r>
          </w:p>
          <w:p w:rsidR="00D8109C" w:rsidRPr="00EF3810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8E4DE9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</w:p>
        </w:tc>
        <w:tc>
          <w:tcPr>
            <w:tcW w:w="46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8E4DE9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smartTag w:uri="urn:schemas-microsoft-com:office:smarttags" w:element="PlaceType">
              <w:smartTag w:uri="urn:schemas-microsoft-com:office:smarttags" w:element="place">
                <w:smartTag w:uri="urn:schemas-microsoft-com:office:smarttags" w:element="PlaceName">
                  <w:r>
                    <w:rPr>
                      <w:color w:val="000000"/>
                    </w:rPr>
                    <w:t>Freshman</w:t>
                  </w:r>
                </w:smartTag>
              </w:smartTag>
              <w:r>
                <w:rPr>
                  <w:color w:val="000000"/>
                </w:rPr>
                <w:t xml:space="preserve"> </w:t>
              </w:r>
              <w:smartTag w:uri="urn:schemas-microsoft-com:office:smarttags" w:element="PlaceType">
                <w:r>
                  <w:rPr>
                    <w:color w:val="000000"/>
                  </w:rPr>
                  <w:t>Academy</w:t>
                </w:r>
              </w:smartTag>
            </w:smartTag>
            <w:r>
              <w:rPr>
                <w:color w:val="000000"/>
              </w:rPr>
              <w:t xml:space="preserve"> Notebook</w:t>
            </w:r>
          </w:p>
          <w:p w:rsidR="00D8109C" w:rsidRPr="008E4DE9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1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8E4DE9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Focus Group</w:t>
            </w:r>
          </w:p>
          <w:p w:rsidR="00D8109C" w:rsidRPr="008E4DE9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D8109C" w:rsidRPr="008E4DE9" w:rsidTr="007133B8">
        <w:trPr>
          <w:gridAfter w:val="2"/>
          <w:wAfter w:w="8856" w:type="dxa"/>
          <w:trHeight w:hRule="exact" w:val="403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73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8E4DE9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6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8E4DE9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Whole-Class Discussion</w:t>
            </w:r>
          </w:p>
          <w:p w:rsidR="00D8109C" w:rsidRPr="008E4DE9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WC</w:t>
            </w:r>
          </w:p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1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8E4DE9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Fishbowl Discussion</w:t>
            </w:r>
          </w:p>
          <w:p w:rsidR="00D8109C" w:rsidRPr="008E4DE9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D8109C" w:rsidRPr="008E4DE9" w:rsidTr="007133B8">
        <w:trPr>
          <w:gridAfter w:val="2"/>
          <w:wAfter w:w="8856" w:type="dxa"/>
          <w:trHeight w:hRule="exact" w:val="403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73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EF3810" w:rsidRDefault="00D8109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8E4DE9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6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F96CA2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Survey</w:t>
            </w:r>
          </w:p>
        </w:tc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  <w:r>
              <w:rPr>
                <w:rFonts w:ascii="ChaparralPro-Regular" w:hAnsi="ChaparralPro-Regular"/>
                <w:color w:val="000000"/>
              </w:rPr>
              <w:t>I</w:t>
            </w:r>
          </w:p>
        </w:tc>
        <w:tc>
          <w:tcPr>
            <w:tcW w:w="41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F96CA2" w:rsidRDefault="00D8109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Other:</w:t>
            </w:r>
            <w:r>
              <w:rPr>
                <w:color w:val="000000"/>
              </w:rPr>
              <w:t xml:space="preserve"> individual assessment</w:t>
            </w:r>
          </w:p>
        </w:tc>
        <w:tc>
          <w:tcPr>
            <w:tcW w:w="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D8109C" w:rsidRPr="008E4DE9" w:rsidRDefault="00D8109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</w:tbl>
    <w:p w:rsidR="00D8109C" w:rsidRPr="00B30475" w:rsidRDefault="00D8109C">
      <w:pPr>
        <w:rPr>
          <w:sz w:val="2"/>
        </w:rPr>
      </w:pPr>
    </w:p>
    <w:sectPr w:rsidR="00D8109C" w:rsidRPr="00B30475" w:rsidSect="00E668AB">
      <w:footerReference w:type="default" r:id="rId6"/>
      <w:pgSz w:w="15840" w:h="12240" w:orient="landscape"/>
      <w:pgMar w:top="540" w:right="720" w:bottom="432" w:left="720" w:header="0" w:footer="288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09C" w:rsidRDefault="00D8109C" w:rsidP="00847209">
      <w:r>
        <w:separator/>
      </w:r>
    </w:p>
  </w:endnote>
  <w:endnote w:type="continuationSeparator" w:id="1">
    <w:p w:rsidR="00D8109C" w:rsidRDefault="00D8109C" w:rsidP="008472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haparralPro-Regular">
    <w:altName w:val="Chaparral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09C" w:rsidRPr="00D93952" w:rsidRDefault="00D8109C" w:rsidP="00847209">
    <w:pPr>
      <w:pStyle w:val="BasicParagraph"/>
      <w:tabs>
        <w:tab w:val="right" w:pos="14220"/>
      </w:tabs>
      <w:spacing w:line="240" w:lineRule="auto"/>
      <w:rPr>
        <w:rFonts w:ascii="Times New Roman" w:hAnsi="Times New Roman" w:cs="Times New Roman"/>
        <w:caps/>
        <w:spacing w:val="36"/>
        <w:w w:val="110"/>
        <w:sz w:val="18"/>
        <w:szCs w:val="18"/>
      </w:rPr>
    </w:pPr>
    <w:r w:rsidRPr="00D93952">
      <w:rPr>
        <w:rFonts w:ascii="Times New Roman" w:hAnsi="Times New Roman" w:cs="Times New Roman"/>
        <w:w w:val="110"/>
        <w:sz w:val="18"/>
        <w:szCs w:val="18"/>
      </w:rPr>
      <w:t xml:space="preserve">For more </w:t>
    </w:r>
    <w:r w:rsidRPr="00264533">
      <w:rPr>
        <w:rStyle w:val="bodysemibold"/>
        <w:rFonts w:ascii="Times New Roman" w:hAnsi="Times New Roman" w:cs="Times New Roman"/>
        <w:b/>
        <w:w w:val="110"/>
        <w:sz w:val="18"/>
        <w:szCs w:val="18"/>
      </w:rPr>
      <w:t>FreeBIEs</w:t>
    </w:r>
    <w:r w:rsidRPr="00D93952">
      <w:rPr>
        <w:rFonts w:ascii="Times New Roman" w:hAnsi="Times New Roman" w:cs="Times New Roman"/>
        <w:w w:val="110"/>
        <w:sz w:val="18"/>
        <w:szCs w:val="18"/>
      </w:rPr>
      <w:t xml:space="preserve"> visit </w:t>
    </w:r>
    <w:r w:rsidRPr="00264533">
      <w:rPr>
        <w:rStyle w:val="bodysemibold"/>
        <w:rFonts w:ascii="Times New Roman" w:hAnsi="Times New Roman" w:cs="Times New Roman"/>
        <w:b/>
        <w:w w:val="110"/>
        <w:sz w:val="18"/>
        <w:szCs w:val="18"/>
      </w:rPr>
      <w:t>bie.org</w:t>
    </w:r>
    <w:r w:rsidRPr="00D93952">
      <w:rPr>
        <w:rFonts w:ascii="Times New Roman" w:hAnsi="Times New Roman" w:cs="Times New Roman"/>
        <w:caps/>
        <w:spacing w:val="36"/>
        <w:w w:val="110"/>
        <w:sz w:val="18"/>
        <w:szCs w:val="18"/>
      </w:rPr>
      <w:tab/>
      <w:t>©2011 BUCK INSTITUTE FOR EDUCATION</w:t>
    </w:r>
  </w:p>
  <w:p w:rsidR="00D8109C" w:rsidRDefault="00D8109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09C" w:rsidRDefault="00D8109C" w:rsidP="00847209">
      <w:r>
        <w:separator/>
      </w:r>
    </w:p>
  </w:footnote>
  <w:footnote w:type="continuationSeparator" w:id="1">
    <w:p w:rsidR="00D8109C" w:rsidRDefault="00D8109C" w:rsidP="008472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0C2F"/>
    <w:rsid w:val="00010E18"/>
    <w:rsid w:val="000B0137"/>
    <w:rsid w:val="001161EA"/>
    <w:rsid w:val="00154EEE"/>
    <w:rsid w:val="001B0F91"/>
    <w:rsid w:val="001B55A3"/>
    <w:rsid w:val="001D534E"/>
    <w:rsid w:val="0021187B"/>
    <w:rsid w:val="00264533"/>
    <w:rsid w:val="002F0C2F"/>
    <w:rsid w:val="00323CF9"/>
    <w:rsid w:val="003263B3"/>
    <w:rsid w:val="00352B4F"/>
    <w:rsid w:val="003904F6"/>
    <w:rsid w:val="003F3A84"/>
    <w:rsid w:val="00401C86"/>
    <w:rsid w:val="004617AA"/>
    <w:rsid w:val="00477B9E"/>
    <w:rsid w:val="004939C8"/>
    <w:rsid w:val="00496936"/>
    <w:rsid w:val="004A1C1B"/>
    <w:rsid w:val="004B6578"/>
    <w:rsid w:val="004F52FA"/>
    <w:rsid w:val="00510BAF"/>
    <w:rsid w:val="00550344"/>
    <w:rsid w:val="005625BE"/>
    <w:rsid w:val="00594504"/>
    <w:rsid w:val="005A5514"/>
    <w:rsid w:val="00633CFB"/>
    <w:rsid w:val="006E1243"/>
    <w:rsid w:val="0071229B"/>
    <w:rsid w:val="007133B8"/>
    <w:rsid w:val="007474B8"/>
    <w:rsid w:val="00750954"/>
    <w:rsid w:val="00780B91"/>
    <w:rsid w:val="007C5848"/>
    <w:rsid w:val="007D20EE"/>
    <w:rsid w:val="007F62AA"/>
    <w:rsid w:val="00836D60"/>
    <w:rsid w:val="00847209"/>
    <w:rsid w:val="008A0A09"/>
    <w:rsid w:val="008B7D22"/>
    <w:rsid w:val="008D12BE"/>
    <w:rsid w:val="008D3DD4"/>
    <w:rsid w:val="008E1557"/>
    <w:rsid w:val="008E1E3E"/>
    <w:rsid w:val="008E4DE9"/>
    <w:rsid w:val="00912223"/>
    <w:rsid w:val="00913051"/>
    <w:rsid w:val="009513ED"/>
    <w:rsid w:val="00960C98"/>
    <w:rsid w:val="009A17E5"/>
    <w:rsid w:val="009B36C8"/>
    <w:rsid w:val="009D0EDA"/>
    <w:rsid w:val="00A47896"/>
    <w:rsid w:val="00A5178E"/>
    <w:rsid w:val="00A620BA"/>
    <w:rsid w:val="00AA2585"/>
    <w:rsid w:val="00AF1F0E"/>
    <w:rsid w:val="00B21102"/>
    <w:rsid w:val="00B30475"/>
    <w:rsid w:val="00BF639A"/>
    <w:rsid w:val="00CD7B6F"/>
    <w:rsid w:val="00CF7987"/>
    <w:rsid w:val="00D15E2C"/>
    <w:rsid w:val="00D50664"/>
    <w:rsid w:val="00D723A6"/>
    <w:rsid w:val="00D8109C"/>
    <w:rsid w:val="00D9337C"/>
    <w:rsid w:val="00D93952"/>
    <w:rsid w:val="00DB4949"/>
    <w:rsid w:val="00E008EE"/>
    <w:rsid w:val="00E37ED0"/>
    <w:rsid w:val="00E668AB"/>
    <w:rsid w:val="00E96BF6"/>
    <w:rsid w:val="00EF3810"/>
    <w:rsid w:val="00F020C1"/>
    <w:rsid w:val="00F96CA2"/>
    <w:rsid w:val="00FA2042"/>
    <w:rsid w:val="00FA3B4A"/>
    <w:rsid w:val="00FC4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B9E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B494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customStyle="1" w:styleId="NoParagraphStyle">
    <w:name w:val="[No Paragraph Style]"/>
    <w:uiPriority w:val="99"/>
    <w:rsid w:val="00DB494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DB49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B494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B49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B4949"/>
    <w:rPr>
      <w:rFonts w:cs="Times New Roman"/>
    </w:rPr>
  </w:style>
  <w:style w:type="character" w:customStyle="1" w:styleId="bodysemibold">
    <w:name w:val="body semibold"/>
    <w:uiPriority w:val="99"/>
    <w:rsid w:val="00DB4949"/>
  </w:style>
  <w:style w:type="paragraph" w:styleId="BalloonText">
    <w:name w:val="Balloon Text"/>
    <w:basedOn w:val="Normal"/>
    <w:link w:val="BalloonTextChar"/>
    <w:uiPriority w:val="99"/>
    <w:semiHidden/>
    <w:rsid w:val="00A478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478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169</TotalTime>
  <Pages>2</Pages>
  <Words>536</Words>
  <Characters>3057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PROJECT OVERVIEW                    page 1</dc:title>
  <dc:subject/>
  <dc:creator>Morrison Pamela</dc:creator>
  <cp:keywords/>
  <dc:description/>
  <cp:lastModifiedBy>ctrumbo</cp:lastModifiedBy>
  <cp:revision>9</cp:revision>
  <cp:lastPrinted>2011-06-13T20:03:00Z</cp:lastPrinted>
  <dcterms:created xsi:type="dcterms:W3CDTF">2011-07-26T18:01:00Z</dcterms:created>
  <dcterms:modified xsi:type="dcterms:W3CDTF">2011-07-28T18:58:00Z</dcterms:modified>
</cp:coreProperties>
</file>